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0F1735">
        <w:fldChar w:fldCharType="begin"/>
      </w:r>
      <w:r w:rsidR="000F1735">
        <w:instrText xml:space="preserve"> DOCVARIABLE ceh_info \* MERGEFORMAT </w:instrText>
      </w:r>
      <w:r w:rsidR="000F1735">
        <w:fldChar w:fldCharType="separate"/>
      </w:r>
      <w:r w:rsidR="004B7479" w:rsidRPr="004B7479">
        <w:rPr>
          <w:rStyle w:val="a9"/>
        </w:rPr>
        <w:t xml:space="preserve">Общество с ограниченной ответственностью "ЛГ Электроникс </w:t>
      </w:r>
      <w:proofErr w:type="gramStart"/>
      <w:r w:rsidR="004B7479" w:rsidRPr="004B7479">
        <w:rPr>
          <w:rStyle w:val="a9"/>
        </w:rPr>
        <w:t>РУС</w:t>
      </w:r>
      <w:proofErr w:type="gramEnd"/>
      <w:r w:rsidR="004B7479" w:rsidRPr="004B7479">
        <w:rPr>
          <w:rStyle w:val="a9"/>
        </w:rPr>
        <w:t>"</w:t>
      </w:r>
      <w:r w:rsidR="000F1735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D1283D" w:rsidRDefault="00D128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vAlign w:val="center"/>
          </w:tcPr>
          <w:p w:rsidR="00AF1EDF" w:rsidRPr="00D1283D" w:rsidRDefault="00D128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1283D" w:rsidRDefault="00D128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D1283D" w:rsidRDefault="00D128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vAlign w:val="center"/>
          </w:tcPr>
          <w:p w:rsidR="00AF1EDF" w:rsidRPr="00D1283D" w:rsidRDefault="00D128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1283D" w:rsidRDefault="00D128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D1283D" w:rsidRDefault="00D128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D1283D" w:rsidRDefault="00D1283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1283D" w:rsidRDefault="00D1283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 xml:space="preserve">из них лиц в </w:t>
            </w:r>
            <w:proofErr w:type="gramStart"/>
            <w:r w:rsidRPr="00F06873">
              <w:rPr>
                <w:rFonts w:ascii="Times New Roman" w:hAnsi="Times New Roman"/>
                <w:sz w:val="20"/>
                <w:szCs w:val="20"/>
              </w:rPr>
              <w:t>возрасте</w:t>
            </w:r>
            <w:proofErr w:type="gramEnd"/>
            <w:r w:rsidRPr="00F06873">
              <w:rPr>
                <w:rFonts w:ascii="Times New Roman" w:hAnsi="Times New Roman"/>
                <w:sz w:val="20"/>
                <w:szCs w:val="20"/>
              </w:rPr>
              <w:t xml:space="preserve">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4B74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4B74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4B74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4B74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B74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bookmarkStart w:id="6" w:name="_GoBack"/>
      <w:bookmarkEnd w:id="6"/>
    </w:p>
    <w:sectPr w:rsidR="00F06873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735" w:rsidRPr="007C5BDA" w:rsidRDefault="000F1735" w:rsidP="004B7479">
      <w:pPr>
        <w:rPr>
          <w:szCs w:val="24"/>
        </w:rPr>
      </w:pPr>
      <w:r>
        <w:separator/>
      </w:r>
    </w:p>
  </w:endnote>
  <w:endnote w:type="continuationSeparator" w:id="0">
    <w:p w:rsidR="000F1735" w:rsidRPr="007C5BDA" w:rsidRDefault="000F1735" w:rsidP="004B7479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79" w:rsidRDefault="004B747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79" w:rsidRDefault="004B747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79" w:rsidRDefault="004B747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735" w:rsidRPr="007C5BDA" w:rsidRDefault="000F1735" w:rsidP="004B7479">
      <w:pPr>
        <w:rPr>
          <w:szCs w:val="24"/>
        </w:rPr>
      </w:pPr>
      <w:r>
        <w:separator/>
      </w:r>
    </w:p>
  </w:footnote>
  <w:footnote w:type="continuationSeparator" w:id="0">
    <w:p w:rsidR="000F1735" w:rsidRPr="007C5BDA" w:rsidRDefault="000F1735" w:rsidP="004B7479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79" w:rsidRDefault="004B747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79" w:rsidRDefault="004B747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79" w:rsidRDefault="004B747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ctivedoc_name" w:val="Документ2"/>
    <w:docVar w:name="adv_info1" w:val="     "/>
    <w:docVar w:name="adv_info2" w:val="     "/>
    <w:docVar w:name="adv_info3" w:val="     "/>
    <w:docVar w:name="ceh_info" w:val="Общество с ограниченной ответственностью &quot;ЛГ Электроникс РУС&quot;"/>
    <w:docVar w:name="doc_name" w:val="Документ2"/>
    <w:docVar w:name="doc_type" w:val="5"/>
    <w:docVar w:name="fill_date" w:val="16.10.2018"/>
    <w:docVar w:name="org_guid" w:val="2ED7BC4CEFCC4B8BBB1BA5E2F89E9411"/>
    <w:docVar w:name="org_id" w:val="126"/>
    <w:docVar w:name="org_name" w:val="     "/>
    <w:docVar w:name="pers_guids" w:val="DB8126EAE1D448049BFC6933716A5C5E@118-088-071 59"/>
    <w:docVar w:name="pers_snils" w:val="DB8126EAE1D448049BFC6933716A5C5E@118-088-071 59"/>
    <w:docVar w:name="pred_dolg" w:val="Начальник отдела охраны труда, промышленной безопасности и энергообеспечения"/>
    <w:docVar w:name="pred_fio" w:val="Сон Е.А."/>
    <w:docVar w:name="rbtd_adr" w:val="     "/>
    <w:docVar w:name="rbtd_name" w:val="Общество с ограниченной ответственностью &quot;ЛГ Электроникс РУС&quot;"/>
    <w:docVar w:name="step_test" w:val="6"/>
    <w:docVar w:name="sv_docs" w:val="1"/>
  </w:docVars>
  <w:rsids>
    <w:rsidRoot w:val="004B7479"/>
    <w:rsid w:val="0002033E"/>
    <w:rsid w:val="000C5130"/>
    <w:rsid w:val="000D3760"/>
    <w:rsid w:val="000F0714"/>
    <w:rsid w:val="000F1735"/>
    <w:rsid w:val="00196135"/>
    <w:rsid w:val="001A7AC3"/>
    <w:rsid w:val="001B19D8"/>
    <w:rsid w:val="00237B32"/>
    <w:rsid w:val="002743B5"/>
    <w:rsid w:val="002761BA"/>
    <w:rsid w:val="00324884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B7479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1283D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B74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B7479"/>
    <w:rPr>
      <w:sz w:val="24"/>
    </w:rPr>
  </w:style>
  <w:style w:type="paragraph" w:styleId="ad">
    <w:name w:val="footer"/>
    <w:basedOn w:val="a"/>
    <w:link w:val="ae"/>
    <w:rsid w:val="004B74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B747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Макарова</dc:creator>
  <cp:lastModifiedBy>natalya.davydova</cp:lastModifiedBy>
  <cp:revision>2</cp:revision>
  <dcterms:created xsi:type="dcterms:W3CDTF">2019-01-24T08:36:00Z</dcterms:created>
  <dcterms:modified xsi:type="dcterms:W3CDTF">2019-06-26T08:22:00Z</dcterms:modified>
</cp:coreProperties>
</file>